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C49" w:rsidRDefault="00272C49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272C49" w:rsidRDefault="00272C49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72C49" w:rsidRDefault="00272C49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272C49" w:rsidRDefault="00272C49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72C49" w:rsidRDefault="00272C49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72C49" w:rsidRDefault="00272C49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72C49" w:rsidRDefault="00272C49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72C49" w:rsidRDefault="00272C49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272C49" w:rsidRDefault="00272C49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272C49" w:rsidRDefault="00272C49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272C49" w:rsidRDefault="00272C49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272C49" w:rsidRPr="00331D1A" w:rsidRDefault="00272C49" w:rsidP="00331D1A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331D1A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>
        <w:rPr>
          <w:rFonts w:ascii="Arial" w:hAnsi="Arial" w:cs="Arial"/>
          <w:b/>
          <w:bCs/>
          <w:i/>
          <w:iCs/>
          <w:sz w:val="21"/>
          <w:szCs w:val="21"/>
        </w:rPr>
        <w:t>Wykonanie dekoracji świątecznej na terenie Miasta Bydgoszczy”</w:t>
      </w:r>
    </w:p>
    <w:p w:rsidR="00272C49" w:rsidRDefault="00272C49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272C49" w:rsidRDefault="00272C49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272C49" w:rsidRDefault="00272C49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10.3. SIWZ </w:t>
      </w:r>
    </w:p>
    <w:p w:rsidR="00272C49" w:rsidRDefault="00272C49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272C49" w:rsidRDefault="00272C49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272C49" w:rsidRDefault="00272C49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272C49" w:rsidRPr="0058716D" w:rsidRDefault="00272C49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272C49" w:rsidRPr="00B256A2" w:rsidRDefault="00272C49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272C49" w:rsidRPr="00B256A2" w:rsidRDefault="00272C49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Oświadczam, że w celu wykazania spełniania warunków udziału w postępowaniu, określonyc</w:t>
      </w:r>
      <w:r>
        <w:rPr>
          <w:rFonts w:ascii="Arial" w:hAnsi="Arial" w:cs="Arial"/>
          <w:sz w:val="21"/>
          <w:szCs w:val="21"/>
        </w:rPr>
        <w:t>h przez Zamawiającego w pkt 10.3</w:t>
      </w:r>
      <w:r w:rsidRPr="00B256A2">
        <w:rPr>
          <w:rFonts w:ascii="Arial" w:hAnsi="Arial" w:cs="Arial"/>
          <w:sz w:val="21"/>
          <w:szCs w:val="21"/>
        </w:rPr>
        <w:t xml:space="preserve">. SIWZ polegam na zasobach następującego/ych podmiotu/ów: </w:t>
      </w:r>
    </w:p>
    <w:p w:rsidR="00272C49" w:rsidRPr="00B256A2" w:rsidRDefault="00272C49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272C49" w:rsidRPr="00B256A2" w:rsidRDefault="00272C49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…………………………………………………………….</w:t>
      </w:r>
      <w:r w:rsidRPr="00B256A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</w:p>
    <w:p w:rsidR="00272C49" w:rsidRPr="00B256A2" w:rsidRDefault="00272C49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272C49" w:rsidRPr="00B256A2" w:rsidRDefault="00272C49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272C49" w:rsidRPr="00B256A2" w:rsidRDefault="00272C49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272C49" w:rsidRPr="0058716D" w:rsidRDefault="00272C49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272C49" w:rsidRPr="00B256A2" w:rsidRDefault="00272C49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272C49" w:rsidRPr="003970CA" w:rsidRDefault="00272C49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3970CA">
        <w:rPr>
          <w:rFonts w:ascii="Arial" w:hAnsi="Arial" w:cs="Arial"/>
          <w:b/>
          <w:sz w:val="21"/>
          <w:szCs w:val="21"/>
        </w:rPr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272C49" w:rsidRDefault="00272C49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272C49" w:rsidRPr="003970CA" w:rsidRDefault="00272C49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272C49" w:rsidRPr="003970CA" w:rsidRDefault="00272C49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272C49" w:rsidRPr="003970CA" w:rsidRDefault="00272C49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272C49" w:rsidRDefault="00272C49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72C49" w:rsidRDefault="00272C49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72C49" w:rsidRDefault="00272C49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72C49" w:rsidRDefault="00272C49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72C49" w:rsidRDefault="00272C49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272C49" w:rsidRDefault="00272C49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72C49" w:rsidRPr="003970CA" w:rsidRDefault="00272C49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272C49" w:rsidRPr="003970CA" w:rsidRDefault="00272C49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272C49" w:rsidRPr="003970CA" w:rsidRDefault="00272C49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 w:rsidRPr="00A93CFF"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272C49" w:rsidRPr="003970CA" w:rsidRDefault="00272C49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272C49" w:rsidRPr="003970CA" w:rsidRDefault="00272C49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272C49" w:rsidRDefault="00272C49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72C49" w:rsidRDefault="00272C49"/>
    <w:sectPr w:rsidR="00272C49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C49" w:rsidRDefault="00272C49" w:rsidP="00A8229A">
      <w:pPr>
        <w:spacing w:after="0" w:line="240" w:lineRule="auto"/>
      </w:pPr>
      <w:r>
        <w:separator/>
      </w:r>
    </w:p>
  </w:endnote>
  <w:endnote w:type="continuationSeparator" w:id="0">
    <w:p w:rsidR="00272C49" w:rsidRDefault="00272C49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C49" w:rsidRPr="009E0E74" w:rsidRDefault="00272C49">
    <w:pPr>
      <w:pStyle w:val="Footer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</w:t>
    </w:r>
    <w:r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</w:p>
  <w:p w:rsidR="00272C49" w:rsidRDefault="00272C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C49" w:rsidRDefault="00272C49" w:rsidP="00A8229A">
      <w:pPr>
        <w:spacing w:after="0" w:line="240" w:lineRule="auto"/>
      </w:pPr>
      <w:r>
        <w:separator/>
      </w:r>
    </w:p>
  </w:footnote>
  <w:footnote w:type="continuationSeparator" w:id="0">
    <w:p w:rsidR="00272C49" w:rsidRDefault="00272C49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C49" w:rsidRPr="003875C0" w:rsidRDefault="00272C49" w:rsidP="00A8229A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049/2018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 xml:space="preserve">spełnianiu warunków udziału w postępowaniu                   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 xml:space="preserve">4 </w:t>
    </w:r>
    <w:r w:rsidRPr="00037F0B">
      <w:rPr>
        <w:rFonts w:ascii="Arial" w:hAnsi="Arial" w:cs="Arial"/>
        <w:b/>
        <w:sz w:val="18"/>
        <w:szCs w:val="18"/>
      </w:rPr>
      <w:t>do SIWZ</w:t>
    </w:r>
    <w:r w:rsidRPr="00FF00B9">
      <w:rPr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C3A"/>
    <w:rsid w:val="0001626F"/>
    <w:rsid w:val="00037F0B"/>
    <w:rsid w:val="00067150"/>
    <w:rsid w:val="000837A3"/>
    <w:rsid w:val="000E7FC7"/>
    <w:rsid w:val="001A30B9"/>
    <w:rsid w:val="001B0C00"/>
    <w:rsid w:val="001E400F"/>
    <w:rsid w:val="00272C49"/>
    <w:rsid w:val="002C72A5"/>
    <w:rsid w:val="00302945"/>
    <w:rsid w:val="00331D1A"/>
    <w:rsid w:val="003875C0"/>
    <w:rsid w:val="003970CA"/>
    <w:rsid w:val="003D5C62"/>
    <w:rsid w:val="00421035"/>
    <w:rsid w:val="00434CE9"/>
    <w:rsid w:val="00460B35"/>
    <w:rsid w:val="00484B45"/>
    <w:rsid w:val="00495023"/>
    <w:rsid w:val="004C1087"/>
    <w:rsid w:val="00500758"/>
    <w:rsid w:val="00530581"/>
    <w:rsid w:val="00537DCC"/>
    <w:rsid w:val="0058716D"/>
    <w:rsid w:val="005B7576"/>
    <w:rsid w:val="005F1B18"/>
    <w:rsid w:val="005F65E5"/>
    <w:rsid w:val="006F58E8"/>
    <w:rsid w:val="007542A8"/>
    <w:rsid w:val="007B4B66"/>
    <w:rsid w:val="007E68BA"/>
    <w:rsid w:val="00954F73"/>
    <w:rsid w:val="009B35C6"/>
    <w:rsid w:val="009E0E74"/>
    <w:rsid w:val="00A36050"/>
    <w:rsid w:val="00A8229A"/>
    <w:rsid w:val="00A93CFF"/>
    <w:rsid w:val="00AA015A"/>
    <w:rsid w:val="00AF6E55"/>
    <w:rsid w:val="00B256A2"/>
    <w:rsid w:val="00BD6E7F"/>
    <w:rsid w:val="00BF5995"/>
    <w:rsid w:val="00C1499C"/>
    <w:rsid w:val="00C34C67"/>
    <w:rsid w:val="00C80FA0"/>
    <w:rsid w:val="00CF7C58"/>
    <w:rsid w:val="00D07E2E"/>
    <w:rsid w:val="00D5661C"/>
    <w:rsid w:val="00E87C3A"/>
    <w:rsid w:val="00EB61A6"/>
    <w:rsid w:val="00EE263B"/>
    <w:rsid w:val="00EE7600"/>
    <w:rsid w:val="00F13085"/>
    <w:rsid w:val="00F509A2"/>
    <w:rsid w:val="00F87476"/>
    <w:rsid w:val="00FA2857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3A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"/>
    <w:basedOn w:val="Normal"/>
    <w:link w:val="Head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8229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229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53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451</Words>
  <Characters>2709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21</cp:revision>
  <cp:lastPrinted>2018-10-31T12:08:00Z</cp:lastPrinted>
  <dcterms:created xsi:type="dcterms:W3CDTF">2018-02-20T07:53:00Z</dcterms:created>
  <dcterms:modified xsi:type="dcterms:W3CDTF">2018-10-31T12:08:00Z</dcterms:modified>
</cp:coreProperties>
</file>